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D14D23A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73E22">
        <w:rPr>
          <w:lang w:eastAsia="cs-CZ"/>
        </w:rPr>
        <w:t>37959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</w:t>
      </w:r>
      <w:r w:rsidR="00803BDE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D53A69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E178C2">
        <w:rPr>
          <w:rFonts w:eastAsia="Times New Roman" w:cs="Times New Roman"/>
          <w:b/>
          <w:lang w:eastAsia="cs-CZ"/>
        </w:rPr>
        <w:t>9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73E22">
        <w:rPr>
          <w:rFonts w:eastAsia="Times New Roman" w:cs="Times New Roman"/>
          <w:lang w:eastAsia="cs-CZ"/>
        </w:rPr>
        <w:t>37959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</w:t>
      </w:r>
      <w:r w:rsidR="00803BDE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8471D" w14:textId="77777777" w:rsidR="001A17AB" w:rsidRDefault="001A17AB" w:rsidP="00962258">
      <w:pPr>
        <w:spacing w:after="0" w:line="240" w:lineRule="auto"/>
      </w:pPr>
      <w:r>
        <w:separator/>
      </w:r>
    </w:p>
  </w:endnote>
  <w:endnote w:type="continuationSeparator" w:id="0">
    <w:p w14:paraId="57A1CFD6" w14:textId="77777777" w:rsidR="001A17AB" w:rsidRDefault="001A17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78F0" w14:textId="77777777" w:rsidR="001A17AB" w:rsidRDefault="001A17AB" w:rsidP="00962258">
      <w:pPr>
        <w:spacing w:after="0" w:line="240" w:lineRule="auto"/>
      </w:pPr>
      <w:r>
        <w:separator/>
      </w:r>
    </w:p>
  </w:footnote>
  <w:footnote w:type="continuationSeparator" w:id="0">
    <w:p w14:paraId="35947C61" w14:textId="77777777" w:rsidR="001A17AB" w:rsidRDefault="001A17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E23A7"/>
    <w:rsid w:val="0010693F"/>
    <w:rsid w:val="00106FDB"/>
    <w:rsid w:val="001102B6"/>
    <w:rsid w:val="00114363"/>
    <w:rsid w:val="00114472"/>
    <w:rsid w:val="00154352"/>
    <w:rsid w:val="001550BC"/>
    <w:rsid w:val="001605B9"/>
    <w:rsid w:val="00170EC5"/>
    <w:rsid w:val="001747C1"/>
    <w:rsid w:val="00184743"/>
    <w:rsid w:val="001A17AB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316F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3980"/>
    <w:rsid w:val="007E4A6E"/>
    <w:rsid w:val="007E6DB6"/>
    <w:rsid w:val="007F56A7"/>
    <w:rsid w:val="007F769F"/>
    <w:rsid w:val="00803BDE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B2224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73E22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53A4C"/>
    <w:rsid w:val="00B74703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C75F3"/>
    <w:rsid w:val="00DD033A"/>
    <w:rsid w:val="00DD46F3"/>
    <w:rsid w:val="00DE56F2"/>
    <w:rsid w:val="00DF09FD"/>
    <w:rsid w:val="00DF116D"/>
    <w:rsid w:val="00E120B7"/>
    <w:rsid w:val="00E178C2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44</cp:revision>
  <cp:lastPrinted>2025-06-03T11:29:00Z</cp:lastPrinted>
  <dcterms:created xsi:type="dcterms:W3CDTF">2023-03-24T15:27:00Z</dcterms:created>
  <dcterms:modified xsi:type="dcterms:W3CDTF">2025-06-03T11:30:00Z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